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AA5" w:rsidRDefault="00305AA5">
      <w:pPr>
        <w:spacing w:line="560" w:lineRule="exact"/>
        <w:ind w:right="32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附件：</w:t>
      </w:r>
    </w:p>
    <w:p w:rsidR="00305AA5" w:rsidRDefault="00305AA5" w:rsidP="001F2574">
      <w:pPr>
        <w:spacing w:line="560" w:lineRule="exact"/>
        <w:ind w:right="320" w:firstLineChars="200" w:firstLine="31680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中共邢台市委组织部</w:t>
      </w:r>
    </w:p>
    <w:p w:rsidR="00305AA5" w:rsidRDefault="00305AA5" w:rsidP="001F2574">
      <w:pPr>
        <w:spacing w:line="560" w:lineRule="exact"/>
        <w:ind w:right="320" w:firstLineChars="200" w:firstLine="31680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中共邢台市委办公室</w:t>
      </w:r>
    </w:p>
    <w:p w:rsidR="00305AA5" w:rsidRDefault="00305AA5" w:rsidP="00131874">
      <w:pPr>
        <w:spacing w:afterLines="5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公开选聘文字工作人员报名表</w:t>
      </w:r>
    </w:p>
    <w:tbl>
      <w:tblPr>
        <w:tblW w:w="900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"/>
        <w:gridCol w:w="1183"/>
        <w:gridCol w:w="122"/>
        <w:gridCol w:w="1140"/>
        <w:gridCol w:w="1084"/>
        <w:gridCol w:w="1250"/>
        <w:gridCol w:w="10"/>
        <w:gridCol w:w="360"/>
        <w:gridCol w:w="720"/>
        <w:gridCol w:w="1438"/>
        <w:gridCol w:w="1630"/>
      </w:tblGrid>
      <w:tr w:rsidR="00305AA5">
        <w:tblPrEx>
          <w:tblCellMar>
            <w:top w:w="0" w:type="dxa"/>
            <w:bottom w:w="0" w:type="dxa"/>
          </w:tblCellMar>
        </w:tblPrEx>
        <w:trPr>
          <w:gridBefore w:val="1"/>
          <w:wBefore w:w="63" w:type="dxa"/>
          <w:cantSplit/>
          <w:trHeight w:val="682"/>
        </w:trPr>
        <w:tc>
          <w:tcPr>
            <w:tcW w:w="1305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1140" w:type="dxa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:rsidR="00305AA5" w:rsidRDefault="00305AA5" w:rsidP="00305AA5">
            <w:pPr>
              <w:spacing w:line="280" w:lineRule="exact"/>
              <w:ind w:leftChars="-51" w:left="31680" w:rightChars="-51" w:right="3168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别</w:t>
            </w:r>
          </w:p>
        </w:tc>
        <w:tc>
          <w:tcPr>
            <w:tcW w:w="1250" w:type="dxa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出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生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</w:p>
        </w:tc>
        <w:tc>
          <w:tcPr>
            <w:tcW w:w="1438" w:type="dxa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0" w:type="dxa"/>
            <w:vMerge w:val="restart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照片</w:t>
            </w: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gridBefore w:val="1"/>
          <w:wBefore w:w="63" w:type="dxa"/>
          <w:cantSplit/>
          <w:trHeight w:hRule="exact" w:val="682"/>
        </w:trPr>
        <w:tc>
          <w:tcPr>
            <w:tcW w:w="1305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籍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贯</w:t>
            </w:r>
          </w:p>
        </w:tc>
        <w:tc>
          <w:tcPr>
            <w:tcW w:w="1140" w:type="dxa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:rsidR="00305AA5" w:rsidRDefault="00305AA5" w:rsidP="00305AA5">
            <w:pPr>
              <w:spacing w:line="280" w:lineRule="exact"/>
              <w:ind w:leftChars="-51" w:left="31680" w:rightChars="-51" w:right="3168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民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族</w:t>
            </w:r>
          </w:p>
        </w:tc>
        <w:tc>
          <w:tcPr>
            <w:tcW w:w="1250" w:type="dxa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政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治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面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貌</w:t>
            </w:r>
          </w:p>
        </w:tc>
        <w:tc>
          <w:tcPr>
            <w:tcW w:w="1438" w:type="dxa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305AA5" w:rsidRDefault="00305AA5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gridBefore w:val="1"/>
          <w:wBefore w:w="63" w:type="dxa"/>
          <w:cantSplit/>
          <w:trHeight w:hRule="exact" w:val="682"/>
        </w:trPr>
        <w:tc>
          <w:tcPr>
            <w:tcW w:w="1305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入党时间</w:t>
            </w:r>
          </w:p>
        </w:tc>
        <w:tc>
          <w:tcPr>
            <w:tcW w:w="1140" w:type="dxa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:rsidR="00305AA5" w:rsidRDefault="00305AA5" w:rsidP="00305AA5">
            <w:pPr>
              <w:spacing w:line="280" w:lineRule="exact"/>
              <w:ind w:leftChars="-51" w:left="31680" w:rightChars="-51" w:right="3168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参加工</w:t>
            </w:r>
          </w:p>
          <w:p w:rsidR="00305AA5" w:rsidRDefault="00305AA5" w:rsidP="00305AA5">
            <w:pPr>
              <w:spacing w:line="280" w:lineRule="exact"/>
              <w:ind w:leftChars="-51" w:left="31680" w:rightChars="-51" w:right="3168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作时间</w:t>
            </w:r>
          </w:p>
        </w:tc>
        <w:tc>
          <w:tcPr>
            <w:tcW w:w="1250" w:type="dxa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健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康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状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况</w:t>
            </w:r>
          </w:p>
        </w:tc>
        <w:tc>
          <w:tcPr>
            <w:tcW w:w="1438" w:type="dxa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305AA5" w:rsidRDefault="00305AA5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gridBefore w:val="1"/>
          <w:wBefore w:w="63" w:type="dxa"/>
          <w:cantSplit/>
          <w:trHeight w:val="1474"/>
        </w:trPr>
        <w:tc>
          <w:tcPr>
            <w:tcW w:w="1305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历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</w:tc>
        <w:tc>
          <w:tcPr>
            <w:tcW w:w="1140" w:type="dxa"/>
            <w:vAlign w:val="center"/>
          </w:tcPr>
          <w:p w:rsidR="00305AA5" w:rsidRDefault="00305AA5" w:rsidP="00305AA5">
            <w:pPr>
              <w:ind w:firstLineChars="500" w:firstLine="31680"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3"/>
            <w:vAlign w:val="center"/>
          </w:tcPr>
          <w:p w:rsidR="00305AA5" w:rsidRDefault="00305AA5">
            <w:pPr>
              <w:ind w:left="60"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毕业院校系及专业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4148" w:type="dxa"/>
            <w:gridSpan w:val="4"/>
            <w:vAlign w:val="center"/>
          </w:tcPr>
          <w:p w:rsidR="00305AA5" w:rsidRDefault="00305AA5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gridBefore w:val="1"/>
          <w:wBefore w:w="63" w:type="dxa"/>
          <w:cantSplit/>
          <w:trHeight w:hRule="exact" w:val="777"/>
        </w:trPr>
        <w:tc>
          <w:tcPr>
            <w:tcW w:w="1305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身份证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号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码</w:t>
            </w:r>
          </w:p>
        </w:tc>
        <w:tc>
          <w:tcPr>
            <w:tcW w:w="3484" w:type="dxa"/>
            <w:gridSpan w:val="4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手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机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话</w:t>
            </w:r>
          </w:p>
        </w:tc>
        <w:tc>
          <w:tcPr>
            <w:tcW w:w="3068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gridBefore w:val="1"/>
          <w:wBefore w:w="63" w:type="dxa"/>
          <w:cantSplit/>
          <w:trHeight w:hRule="exact" w:val="925"/>
        </w:trPr>
        <w:tc>
          <w:tcPr>
            <w:tcW w:w="1305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现工作单位及职务</w:t>
            </w:r>
          </w:p>
        </w:tc>
        <w:tc>
          <w:tcPr>
            <w:tcW w:w="3484" w:type="dxa"/>
            <w:gridSpan w:val="4"/>
            <w:vAlign w:val="center"/>
          </w:tcPr>
          <w:p w:rsidR="00305AA5" w:rsidRDefault="00305AA5">
            <w:pPr>
              <w:spacing w:line="28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本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人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份</w:t>
            </w:r>
          </w:p>
        </w:tc>
        <w:tc>
          <w:tcPr>
            <w:tcW w:w="3068" w:type="dxa"/>
            <w:gridSpan w:val="2"/>
            <w:vAlign w:val="center"/>
          </w:tcPr>
          <w:p w:rsidR="00305AA5" w:rsidRDefault="00305AA5">
            <w:pPr>
              <w:spacing w:line="28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gridBefore w:val="1"/>
          <w:wBefore w:w="63" w:type="dxa"/>
          <w:cantSplit/>
          <w:trHeight w:val="4434"/>
        </w:trPr>
        <w:tc>
          <w:tcPr>
            <w:tcW w:w="1305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个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人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习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工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作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简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历</w:t>
            </w:r>
          </w:p>
        </w:tc>
        <w:tc>
          <w:tcPr>
            <w:tcW w:w="7632" w:type="dxa"/>
            <w:gridSpan w:val="8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3955"/>
        </w:trPr>
        <w:tc>
          <w:tcPr>
            <w:tcW w:w="1246" w:type="dxa"/>
            <w:gridSpan w:val="2"/>
            <w:vAlign w:val="center"/>
          </w:tcPr>
          <w:p w:rsidR="00305AA5" w:rsidRDefault="00305AA5" w:rsidP="00305AA5">
            <w:pPr>
              <w:spacing w:line="280" w:lineRule="exact"/>
              <w:ind w:firstLineChars="1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个</w:t>
            </w:r>
          </w:p>
          <w:p w:rsidR="00305AA5" w:rsidRDefault="00305AA5" w:rsidP="00305AA5">
            <w:pPr>
              <w:spacing w:line="280" w:lineRule="exact"/>
              <w:ind w:firstLineChars="1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人</w:t>
            </w:r>
          </w:p>
          <w:p w:rsidR="00305AA5" w:rsidRDefault="00305AA5" w:rsidP="00305AA5">
            <w:pPr>
              <w:spacing w:line="280" w:lineRule="exact"/>
              <w:ind w:firstLineChars="1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</w:t>
            </w:r>
          </w:p>
          <w:p w:rsidR="00305AA5" w:rsidRDefault="00305AA5" w:rsidP="00305AA5">
            <w:pPr>
              <w:spacing w:line="280" w:lineRule="exact"/>
              <w:ind w:firstLineChars="1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习</w:t>
            </w:r>
          </w:p>
          <w:p w:rsidR="00305AA5" w:rsidRDefault="00305AA5" w:rsidP="00305AA5">
            <w:pPr>
              <w:spacing w:line="280" w:lineRule="exact"/>
              <w:ind w:firstLineChars="1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工</w:t>
            </w:r>
          </w:p>
          <w:p w:rsidR="00305AA5" w:rsidRDefault="00305AA5" w:rsidP="00305AA5">
            <w:pPr>
              <w:spacing w:line="280" w:lineRule="exact"/>
              <w:ind w:firstLineChars="1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作</w:t>
            </w:r>
          </w:p>
          <w:p w:rsidR="00305AA5" w:rsidRDefault="00305AA5" w:rsidP="00305AA5">
            <w:pPr>
              <w:spacing w:line="280" w:lineRule="exact"/>
              <w:ind w:firstLineChars="1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简</w:t>
            </w:r>
          </w:p>
          <w:p w:rsidR="00305AA5" w:rsidRDefault="00305AA5" w:rsidP="00305AA5">
            <w:pPr>
              <w:spacing w:line="280" w:lineRule="exact"/>
              <w:ind w:firstLineChars="150" w:firstLine="31680"/>
              <w:rPr>
                <w:rFonts w:cs="Times New Roma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历</w:t>
            </w:r>
          </w:p>
        </w:tc>
        <w:tc>
          <w:tcPr>
            <w:tcW w:w="7754" w:type="dxa"/>
            <w:gridSpan w:val="9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246" w:type="dxa"/>
            <w:gridSpan w:val="2"/>
            <w:vMerge w:val="restart"/>
            <w:vAlign w:val="center"/>
          </w:tcPr>
          <w:p w:rsidR="00305AA5" w:rsidRDefault="00305AA5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主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要</w:t>
            </w:r>
          </w:p>
          <w:p w:rsidR="00305AA5" w:rsidRDefault="00305AA5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家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庭</w:t>
            </w:r>
          </w:p>
          <w:p w:rsidR="00305AA5" w:rsidRDefault="00305AA5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成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员</w:t>
            </w:r>
          </w:p>
          <w:p w:rsidR="00305AA5" w:rsidRDefault="00305AA5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及社会</w:t>
            </w:r>
          </w:p>
          <w:p w:rsidR="00305AA5" w:rsidRDefault="00305AA5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系</w:t>
            </w:r>
          </w:p>
        </w:tc>
        <w:tc>
          <w:tcPr>
            <w:tcW w:w="1262" w:type="dxa"/>
            <w:gridSpan w:val="2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084" w:type="dxa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姓</w:t>
            </w:r>
            <w:r>
              <w:t xml:space="preserve"> </w:t>
            </w:r>
            <w:r>
              <w:rPr>
                <w:rFonts w:cs="宋体" w:hint="eastAsia"/>
              </w:rPr>
              <w:t>名</w:t>
            </w:r>
          </w:p>
        </w:tc>
        <w:tc>
          <w:tcPr>
            <w:tcW w:w="1620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政治面貌</w:t>
            </w:r>
          </w:p>
        </w:tc>
        <w:tc>
          <w:tcPr>
            <w:tcW w:w="3788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工作单位及职务</w:t>
            </w: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1246" w:type="dxa"/>
            <w:gridSpan w:val="2"/>
            <w:vMerge/>
            <w:vAlign w:val="center"/>
          </w:tcPr>
          <w:p w:rsidR="00305AA5" w:rsidRDefault="00305AA5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084" w:type="dxa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3788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246" w:type="dxa"/>
            <w:gridSpan w:val="2"/>
            <w:vMerge/>
            <w:vAlign w:val="center"/>
          </w:tcPr>
          <w:p w:rsidR="00305AA5" w:rsidRDefault="00305AA5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084" w:type="dxa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3788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246" w:type="dxa"/>
            <w:gridSpan w:val="2"/>
            <w:vMerge/>
            <w:vAlign w:val="center"/>
          </w:tcPr>
          <w:p w:rsidR="00305AA5" w:rsidRDefault="00305AA5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084" w:type="dxa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3788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246" w:type="dxa"/>
            <w:gridSpan w:val="2"/>
            <w:vMerge/>
            <w:vAlign w:val="center"/>
          </w:tcPr>
          <w:p w:rsidR="00305AA5" w:rsidRDefault="00305AA5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084" w:type="dxa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3788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246" w:type="dxa"/>
            <w:gridSpan w:val="2"/>
            <w:vMerge/>
            <w:vAlign w:val="center"/>
          </w:tcPr>
          <w:p w:rsidR="00305AA5" w:rsidRDefault="00305AA5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084" w:type="dxa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3788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246" w:type="dxa"/>
            <w:gridSpan w:val="2"/>
            <w:vMerge/>
            <w:vAlign w:val="center"/>
          </w:tcPr>
          <w:p w:rsidR="00305AA5" w:rsidRDefault="00305AA5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084" w:type="dxa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  <w:tc>
          <w:tcPr>
            <w:tcW w:w="3788" w:type="dxa"/>
            <w:gridSpan w:val="3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1549"/>
        </w:trPr>
        <w:tc>
          <w:tcPr>
            <w:tcW w:w="1246" w:type="dxa"/>
            <w:gridSpan w:val="2"/>
            <w:vAlign w:val="center"/>
          </w:tcPr>
          <w:p w:rsidR="00305AA5" w:rsidRDefault="00305AA5">
            <w:pPr>
              <w:jc w:val="center"/>
              <w:rPr>
                <w:rFonts w:cs="Times New Roma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本人承诺</w:t>
            </w:r>
          </w:p>
        </w:tc>
        <w:tc>
          <w:tcPr>
            <w:tcW w:w="7754" w:type="dxa"/>
            <w:gridSpan w:val="9"/>
            <w:vAlign w:val="center"/>
          </w:tcPr>
          <w:p w:rsidR="00305AA5" w:rsidRDefault="00305AA5" w:rsidP="00305AA5">
            <w:pPr>
              <w:spacing w:line="280" w:lineRule="exact"/>
              <w:ind w:firstLineChars="20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 w:rsidR="00305AA5" w:rsidRDefault="00305AA5" w:rsidP="00305AA5">
            <w:pPr>
              <w:spacing w:line="280" w:lineRule="exact"/>
              <w:ind w:firstLineChars="500" w:firstLine="31680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 w:rsidP="00305AA5">
            <w:pPr>
              <w:spacing w:line="280" w:lineRule="exact"/>
              <w:ind w:firstLineChars="200" w:firstLine="31680"/>
              <w:rPr>
                <w:rFonts w:cs="Times New Roma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报名人签名（手写）：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305AA5">
        <w:tblPrEx>
          <w:tblCellMar>
            <w:top w:w="0" w:type="dxa"/>
            <w:bottom w:w="0" w:type="dxa"/>
          </w:tblCellMar>
        </w:tblPrEx>
        <w:trPr>
          <w:trHeight w:val="2308"/>
        </w:trPr>
        <w:tc>
          <w:tcPr>
            <w:tcW w:w="1246" w:type="dxa"/>
            <w:gridSpan w:val="2"/>
            <w:vAlign w:val="center"/>
          </w:tcPr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荐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  <w:p w:rsidR="00305AA5" w:rsidRDefault="00305AA5"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jc w:val="center"/>
              <w:rPr>
                <w:rFonts w:cs="Times New Roma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7754" w:type="dxa"/>
            <w:gridSpan w:val="9"/>
            <w:vAlign w:val="center"/>
          </w:tcPr>
          <w:p w:rsidR="00305AA5" w:rsidRDefault="00305AA5">
            <w:pPr>
              <w:spacing w:line="280" w:lineRule="exact"/>
              <w:ind w:left="477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ind w:left="477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ind w:left="477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ind w:left="477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ind w:left="477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ind w:left="477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spacing w:line="280" w:lineRule="exact"/>
              <w:ind w:left="477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 w:rsidP="00305AA5">
            <w:pPr>
              <w:spacing w:line="280" w:lineRule="exact"/>
              <w:ind w:firstLineChars="21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305AA5" w:rsidRDefault="00305AA5" w:rsidP="00305AA5">
            <w:pPr>
              <w:spacing w:line="280" w:lineRule="exact"/>
              <w:ind w:firstLineChars="2150" w:firstLine="31680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305AA5" w:rsidRDefault="00305AA5">
            <w:pPr>
              <w:jc w:val="center"/>
              <w:rPr>
                <w:rFonts w:cs="Times New Roman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305AA5" w:rsidRDefault="00305AA5">
      <w:pPr>
        <w:spacing w:line="420" w:lineRule="exact"/>
        <w:rPr>
          <w:rFonts w:ascii="仿宋_GB2312" w:eastAsia="仿宋_GB2312" w:cs="Times New Roman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备注：</w:t>
      </w:r>
      <w:r>
        <w:rPr>
          <w:rFonts w:ascii="仿宋_GB2312" w:eastAsia="仿宋_GB2312" w:cs="仿宋_GB2312"/>
          <w:sz w:val="24"/>
          <w:szCs w:val="24"/>
        </w:rPr>
        <w:t>1</w:t>
      </w:r>
      <w:r>
        <w:rPr>
          <w:rFonts w:ascii="仿宋_GB2312" w:eastAsia="仿宋_GB2312" w:cs="仿宋_GB2312" w:hint="eastAsia"/>
          <w:sz w:val="24"/>
          <w:szCs w:val="24"/>
        </w:rPr>
        <w:t>、学习工作简历，填写自上大学至现在工作主要简历</w:t>
      </w:r>
    </w:p>
    <w:p w:rsidR="00305AA5" w:rsidRDefault="00305AA5" w:rsidP="001F2574">
      <w:pPr>
        <w:spacing w:line="420" w:lineRule="exact"/>
        <w:ind w:firstLineChars="300" w:firstLine="31680"/>
        <w:rPr>
          <w:rFonts w:ascii="仿宋_GB2312" w:eastAsia="仿宋_GB2312" w:cs="Times New Roman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>2</w:t>
      </w:r>
      <w:r>
        <w:rPr>
          <w:rFonts w:ascii="仿宋_GB2312" w:eastAsia="仿宋_GB2312" w:cs="仿宋_GB2312" w:hint="eastAsia"/>
          <w:sz w:val="24"/>
          <w:szCs w:val="24"/>
        </w:rPr>
        <w:t>、报名表一式两份，一律正反面打印，粘贴照片</w:t>
      </w:r>
    </w:p>
    <w:p w:rsidR="00305AA5" w:rsidRDefault="00305AA5">
      <w:pPr>
        <w:spacing w:line="420" w:lineRule="exact"/>
        <w:jc w:val="center"/>
        <w:rPr>
          <w:rFonts w:ascii="仿宋_GB2312" w:eastAsia="仿宋_GB2312" w:cs="Times New Roman"/>
          <w:sz w:val="24"/>
          <w:szCs w:val="24"/>
        </w:rPr>
      </w:pPr>
    </w:p>
    <w:p w:rsidR="00305AA5" w:rsidRDefault="00305AA5">
      <w:pPr>
        <w:rPr>
          <w:rFonts w:cs="Times New Roman"/>
        </w:rPr>
      </w:pPr>
    </w:p>
    <w:sectPr w:rsidR="00305AA5" w:rsidSect="00BE321A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AA5" w:rsidRDefault="00305AA5" w:rsidP="00BE321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05AA5" w:rsidRDefault="00305AA5" w:rsidP="00BE321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AA5" w:rsidRDefault="00305AA5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AA5" w:rsidRDefault="00305AA5" w:rsidP="00BE321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05AA5" w:rsidRDefault="00305AA5" w:rsidP="00BE321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AA5" w:rsidRDefault="00305AA5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21A"/>
    <w:rsid w:val="00131874"/>
    <w:rsid w:val="001F2574"/>
    <w:rsid w:val="0024582B"/>
    <w:rsid w:val="00305AA5"/>
    <w:rsid w:val="00BE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Hyperlink" w:locked="1" w:semiHidden="1" w:uiPriority="99" w:unhideWhenUsed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321A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BE3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E321A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BE3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E321A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BE321A"/>
    <w:rPr>
      <w:color w:val="auto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78</Words>
  <Characters>445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中共邢台市委组织部</dc:title>
  <dc:subject/>
  <dc:creator>微软用户</dc:creator>
  <cp:keywords/>
  <dc:description/>
  <cp:lastModifiedBy>FtpDown</cp:lastModifiedBy>
  <cp:revision>2</cp:revision>
  <cp:lastPrinted>2015-12-11T09:52:00Z</cp:lastPrinted>
  <dcterms:created xsi:type="dcterms:W3CDTF">2015-12-14T03:50:00Z</dcterms:created>
  <dcterms:modified xsi:type="dcterms:W3CDTF">2015-12-14T03:50:00Z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